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256" w:rsidRDefault="00944256">
      <w:r>
        <w:t>John Fultz</w:t>
      </w:r>
    </w:p>
    <w:p w:rsidR="00944256" w:rsidRDefault="00944256">
      <w:r>
        <w:t>Lesson Plan</w:t>
      </w:r>
    </w:p>
    <w:p w:rsidR="00944256" w:rsidRDefault="00944256">
      <w:r>
        <w:t>Grade 10 – Modern World History</w:t>
      </w:r>
    </w:p>
    <w:p w:rsidR="00944256" w:rsidRDefault="00944256" w:rsidP="00944256">
      <w:r>
        <w:t>Topic:</w:t>
      </w:r>
      <w:r w:rsidRPr="00944256">
        <w:t xml:space="preserve"> </w:t>
      </w:r>
      <w:r>
        <w:t>The Cold War (1945-1991)</w:t>
      </w:r>
    </w:p>
    <w:p w:rsidR="00944256" w:rsidRPr="00944256" w:rsidRDefault="00944256" w:rsidP="00944256">
      <w:pPr>
        <w:rPr>
          <w:i/>
        </w:rPr>
      </w:pPr>
      <w:r w:rsidRPr="00944256">
        <w:rPr>
          <w:i/>
        </w:rPr>
        <w:t>Conflicting political and economic ideologies after World War II resulted in the Cold War. The Cold War overlapped with the era of decolonization and national liberation.</w:t>
      </w:r>
    </w:p>
    <w:p w:rsidR="00944256" w:rsidRDefault="00944256">
      <w:r w:rsidRPr="00D86B1A">
        <w:rPr>
          <w:b/>
        </w:rPr>
        <w:t>Content statement</w:t>
      </w:r>
      <w:r>
        <w:t xml:space="preserve">: </w:t>
      </w:r>
    </w:p>
    <w:p w:rsidR="00944256" w:rsidRDefault="00944256">
      <w:pPr>
        <w:rPr>
          <w:i/>
        </w:rPr>
      </w:pPr>
      <w:r w:rsidRPr="00944256">
        <w:rPr>
          <w:i/>
        </w:rPr>
        <w:t>The United States and the Soviet Union became superpowers and competed for global influence.</w:t>
      </w:r>
    </w:p>
    <w:p w:rsidR="00694130" w:rsidRPr="00D86B1A" w:rsidRDefault="00694130">
      <w:pPr>
        <w:rPr>
          <w:b/>
          <w:u w:val="single"/>
        </w:rPr>
      </w:pPr>
      <w:r w:rsidRPr="00D86B1A">
        <w:rPr>
          <w:b/>
          <w:u w:val="single"/>
        </w:rPr>
        <w:t>Lesson</w:t>
      </w:r>
      <w:bookmarkStart w:id="0" w:name="_GoBack"/>
      <w:bookmarkEnd w:id="0"/>
    </w:p>
    <w:p w:rsidR="00944256" w:rsidRDefault="00944256">
      <w:r w:rsidRPr="00D86B1A">
        <w:rPr>
          <w:b/>
        </w:rPr>
        <w:t>Objective</w:t>
      </w:r>
      <w:r>
        <w:t>:  After reading “The Dark Game” and creating a comic strip based on real-life cold war spies, students will a</w:t>
      </w:r>
      <w:r w:rsidRPr="00944256">
        <w:t>nalyze how the United States and the Soviet Union became superpowers and competed for global influence</w:t>
      </w:r>
      <w:r>
        <w:t>.</w:t>
      </w:r>
    </w:p>
    <w:p w:rsidR="00944256" w:rsidRDefault="00944256">
      <w:r w:rsidRPr="00D86B1A">
        <w:rPr>
          <w:b/>
        </w:rPr>
        <w:t>Before</w:t>
      </w:r>
      <w:r>
        <w:t xml:space="preserve">:  After classroom notes and </w:t>
      </w:r>
      <w:r w:rsidR="00694130">
        <w:t xml:space="preserve">exposure to relevant </w:t>
      </w:r>
      <w:r>
        <w:t>vocabulary, students will begin reading selections from “The Dark Game:  True Spy Stories”.</w:t>
      </w:r>
    </w:p>
    <w:p w:rsidR="00944256" w:rsidRDefault="00944256">
      <w:r w:rsidRPr="00D86B1A">
        <w:rPr>
          <w:b/>
        </w:rPr>
        <w:t>During</w:t>
      </w:r>
      <w:r>
        <w:t>:</w:t>
      </w:r>
      <w:r w:rsidR="00694130">
        <w:t xml:space="preserve">  Students will be required to take notes during the reading of their selections.  Students will use college preparatory techniques such as highlighting, post it notes and etc. to reinforce the need to document evidence and sources in readings.</w:t>
      </w:r>
    </w:p>
    <w:p w:rsidR="00944256" w:rsidRDefault="00944256">
      <w:r w:rsidRPr="00D86B1A">
        <w:rPr>
          <w:b/>
        </w:rPr>
        <w:t>After</w:t>
      </w:r>
      <w:r>
        <w:t>:</w:t>
      </w:r>
      <w:r w:rsidR="00694130">
        <w:t xml:space="preserve">  Using their notes, students will create a comic strip detailing the life/adventures of the selection they chose using the website </w:t>
      </w:r>
      <w:proofErr w:type="gramStart"/>
      <w:r w:rsidR="00694130" w:rsidRPr="00694130">
        <w:t>www.readwritethink.org</w:t>
      </w:r>
      <w:r w:rsidR="00694130">
        <w:t xml:space="preserve"> .</w:t>
      </w:r>
      <w:proofErr w:type="gramEnd"/>
      <w:r w:rsidR="00694130">
        <w:t xml:space="preserve">  The final product will be assessed using a formal rubric that evaluates </w:t>
      </w:r>
    </w:p>
    <w:p w:rsidR="00694130" w:rsidRDefault="00694130" w:rsidP="00694130">
      <w:pPr>
        <w:pStyle w:val="ListParagraph"/>
        <w:numPr>
          <w:ilvl w:val="0"/>
          <w:numId w:val="1"/>
        </w:numPr>
      </w:pPr>
      <w:r>
        <w:t xml:space="preserve"> </w:t>
      </w:r>
      <w:r w:rsidR="00D86B1A">
        <w:t>Accurate i</w:t>
      </w:r>
      <w:r>
        <w:t>nformation from book</w:t>
      </w:r>
    </w:p>
    <w:p w:rsidR="00694130" w:rsidRDefault="00694130" w:rsidP="00694130">
      <w:pPr>
        <w:pStyle w:val="ListParagraph"/>
        <w:numPr>
          <w:ilvl w:val="0"/>
          <w:numId w:val="1"/>
        </w:numPr>
      </w:pPr>
      <w:r>
        <w:t>Creativity or use of illustrations</w:t>
      </w:r>
    </w:p>
    <w:p w:rsidR="00694130" w:rsidRDefault="00694130" w:rsidP="00694130">
      <w:pPr>
        <w:pStyle w:val="ListParagraph"/>
        <w:numPr>
          <w:ilvl w:val="0"/>
          <w:numId w:val="1"/>
        </w:numPr>
      </w:pPr>
      <w:r>
        <w:t>Proper grammar</w:t>
      </w:r>
    </w:p>
    <w:p w:rsidR="00694130" w:rsidRDefault="00694130" w:rsidP="00694130">
      <w:pPr>
        <w:pStyle w:val="ListParagraph"/>
        <w:numPr>
          <w:ilvl w:val="0"/>
          <w:numId w:val="1"/>
        </w:numPr>
      </w:pPr>
      <w:r>
        <w:t xml:space="preserve">Use of notes </w:t>
      </w:r>
    </w:p>
    <w:p w:rsidR="00D86B1A" w:rsidRDefault="00D86B1A" w:rsidP="00694130">
      <w:pPr>
        <w:pStyle w:val="ListParagraph"/>
        <w:numPr>
          <w:ilvl w:val="0"/>
          <w:numId w:val="1"/>
        </w:numPr>
      </w:pPr>
      <w:r>
        <w:t>Turned in on time</w:t>
      </w:r>
    </w:p>
    <w:p w:rsidR="00694130" w:rsidRDefault="00694130" w:rsidP="00694130">
      <w:r w:rsidRPr="00D86B1A">
        <w:rPr>
          <w:b/>
        </w:rPr>
        <w:t>Assessment</w:t>
      </w:r>
      <w:r>
        <w:t xml:space="preserve">:  Students must score 7/10 on the rubric to successfully fulfill the project requirements. </w:t>
      </w:r>
    </w:p>
    <w:p w:rsidR="00944256" w:rsidRDefault="00694130">
      <w:r w:rsidRPr="00D86B1A">
        <w:rPr>
          <w:b/>
        </w:rPr>
        <w:t>Resources</w:t>
      </w:r>
      <w:r>
        <w:t>:</w:t>
      </w:r>
    </w:p>
    <w:p w:rsidR="00694130" w:rsidRDefault="00694130" w:rsidP="00694130">
      <w:pPr>
        <w:pStyle w:val="ListParagraph"/>
        <w:numPr>
          <w:ilvl w:val="0"/>
          <w:numId w:val="3"/>
        </w:numPr>
      </w:pPr>
      <w:r>
        <w:t xml:space="preserve"> “The Dark Game” by Paul B. </w:t>
      </w:r>
      <w:proofErr w:type="spellStart"/>
      <w:r>
        <w:t>Janeczko</w:t>
      </w:r>
      <w:proofErr w:type="spellEnd"/>
    </w:p>
    <w:p w:rsidR="00180EB6" w:rsidRDefault="00694130" w:rsidP="00694130">
      <w:pPr>
        <w:pStyle w:val="ListParagraph"/>
        <w:numPr>
          <w:ilvl w:val="0"/>
          <w:numId w:val="3"/>
        </w:numPr>
      </w:pPr>
      <w:r>
        <w:t xml:space="preserve"> </w:t>
      </w:r>
      <w:r w:rsidR="00944256" w:rsidRPr="00944256">
        <w:t>http://www.readwritethink.org/files/resources/interactives/comic/index.html</w:t>
      </w:r>
    </w:p>
    <w:sectPr w:rsidR="00180E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C374B2"/>
    <w:multiLevelType w:val="hybridMultilevel"/>
    <w:tmpl w:val="82F8C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800D5A"/>
    <w:multiLevelType w:val="hybridMultilevel"/>
    <w:tmpl w:val="0BB80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615C5F"/>
    <w:multiLevelType w:val="hybridMultilevel"/>
    <w:tmpl w:val="13888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256"/>
    <w:rsid w:val="00180EB6"/>
    <w:rsid w:val="00694130"/>
    <w:rsid w:val="00944256"/>
    <w:rsid w:val="00D86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4130"/>
    <w:rPr>
      <w:color w:val="0000FF" w:themeColor="hyperlink"/>
      <w:u w:val="single"/>
    </w:rPr>
  </w:style>
  <w:style w:type="paragraph" w:styleId="ListParagraph">
    <w:name w:val="List Paragraph"/>
    <w:basedOn w:val="Normal"/>
    <w:uiPriority w:val="34"/>
    <w:qFormat/>
    <w:rsid w:val="006941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4130"/>
    <w:rPr>
      <w:color w:val="0000FF" w:themeColor="hyperlink"/>
      <w:u w:val="single"/>
    </w:rPr>
  </w:style>
  <w:style w:type="paragraph" w:styleId="ListParagraph">
    <w:name w:val="List Paragraph"/>
    <w:basedOn w:val="Normal"/>
    <w:uiPriority w:val="34"/>
    <w:qFormat/>
    <w:rsid w:val="006941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D4E36275</Template>
  <TotalTime>20</TotalTime>
  <Pages>1</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Fultz</dc:creator>
  <cp:lastModifiedBy>John Fultz</cp:lastModifiedBy>
  <cp:revision>1</cp:revision>
  <dcterms:created xsi:type="dcterms:W3CDTF">2012-04-27T17:30:00Z</dcterms:created>
  <dcterms:modified xsi:type="dcterms:W3CDTF">2012-04-27T17:53:00Z</dcterms:modified>
</cp:coreProperties>
</file>